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56E" w:rsidRPr="00B94027" w:rsidRDefault="00DA456E" w:rsidP="005B6451">
      <w:pPr>
        <w:ind w:left="6372"/>
        <w:rPr>
          <w:rFonts w:ascii="Arial" w:hAnsi="Arial" w:cs="Arial"/>
          <w:b/>
          <w:sz w:val="20"/>
          <w:szCs w:val="20"/>
        </w:rPr>
      </w:pPr>
    </w:p>
    <w:p w:rsidR="00DA456E" w:rsidRPr="00B94027" w:rsidRDefault="00DA456E" w:rsidP="00B94027">
      <w:pPr>
        <w:pStyle w:val="Head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ZPKWŁ.271.2</w:t>
      </w:r>
      <w:r w:rsidRPr="00B94027">
        <w:rPr>
          <w:rFonts w:ascii="Arial" w:hAnsi="Arial" w:cs="Arial"/>
          <w:b/>
          <w:sz w:val="20"/>
          <w:szCs w:val="20"/>
        </w:rPr>
        <w:t>.2017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Załącznik Nr 2 do SIWZ</w:t>
      </w:r>
    </w:p>
    <w:p w:rsidR="00DA456E" w:rsidRDefault="00DA456E" w:rsidP="008E0492">
      <w:pPr>
        <w:jc w:val="center"/>
        <w:rPr>
          <w:rFonts w:ascii="Arial" w:hAnsi="Arial" w:cs="Arial"/>
          <w:b/>
          <w:sz w:val="20"/>
          <w:szCs w:val="20"/>
        </w:rPr>
      </w:pPr>
    </w:p>
    <w:p w:rsidR="00DA456E" w:rsidRDefault="00DA456E" w:rsidP="008E0492">
      <w:pPr>
        <w:jc w:val="center"/>
        <w:rPr>
          <w:rFonts w:ascii="Arial" w:hAnsi="Arial" w:cs="Arial"/>
          <w:b/>
          <w:sz w:val="20"/>
          <w:szCs w:val="20"/>
        </w:rPr>
      </w:pPr>
    </w:p>
    <w:p w:rsidR="00DA456E" w:rsidRDefault="00DA456E" w:rsidP="008E0492">
      <w:pPr>
        <w:jc w:val="center"/>
        <w:rPr>
          <w:rFonts w:ascii="Arial" w:hAnsi="Arial" w:cs="Arial"/>
          <w:b/>
          <w:sz w:val="20"/>
          <w:szCs w:val="20"/>
        </w:rPr>
      </w:pPr>
      <w:r w:rsidRPr="00B94027">
        <w:rPr>
          <w:rFonts w:ascii="Arial" w:hAnsi="Arial" w:cs="Arial"/>
          <w:b/>
          <w:sz w:val="20"/>
          <w:szCs w:val="20"/>
        </w:rPr>
        <w:t>OŚWIADCZENIE WYKONAWCY</w:t>
      </w:r>
      <w:bookmarkStart w:id="0" w:name="_GoBack"/>
      <w:bookmarkEnd w:id="0"/>
    </w:p>
    <w:p w:rsidR="00DA456E" w:rsidRPr="00B94027" w:rsidRDefault="00DA456E" w:rsidP="008E0492">
      <w:pPr>
        <w:jc w:val="center"/>
        <w:rPr>
          <w:rFonts w:ascii="Arial" w:hAnsi="Arial" w:cs="Arial"/>
          <w:b/>
          <w:sz w:val="20"/>
          <w:szCs w:val="20"/>
        </w:rPr>
      </w:pPr>
    </w:p>
    <w:p w:rsidR="00DA456E" w:rsidRPr="00B94027" w:rsidRDefault="00DA456E" w:rsidP="005B6451">
      <w:pPr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składane na podstawie art. 25a ust. 1 ustawy z dnia 29 stycznia 2004 r. Prawo zamówień publicznych (zwanej dalej ustawą Pzp)</w:t>
      </w:r>
    </w:p>
    <w:p w:rsidR="00DA456E" w:rsidRPr="00B94027" w:rsidRDefault="00DA456E" w:rsidP="007550C2">
      <w:pPr>
        <w:rPr>
          <w:rFonts w:ascii="Arial" w:hAnsi="Arial" w:cs="Arial"/>
          <w:sz w:val="20"/>
          <w:szCs w:val="20"/>
        </w:rPr>
      </w:pPr>
    </w:p>
    <w:p w:rsidR="00DA456E" w:rsidRPr="00B94027" w:rsidRDefault="00DA456E" w:rsidP="007550C2">
      <w:pPr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B94027">
        <w:rPr>
          <w:rFonts w:ascii="Arial" w:hAnsi="Arial" w:cs="Arial"/>
          <w:sz w:val="20"/>
          <w:szCs w:val="20"/>
        </w:rPr>
        <w:t>……………………………</w:t>
      </w:r>
    </w:p>
    <w:p w:rsidR="00DA456E" w:rsidRPr="00B94027" w:rsidRDefault="00DA456E" w:rsidP="007550C2">
      <w:pPr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B94027">
        <w:rPr>
          <w:rFonts w:ascii="Arial" w:hAnsi="Arial" w:cs="Arial"/>
          <w:sz w:val="20"/>
          <w:szCs w:val="20"/>
        </w:rPr>
        <w:t>……………………………………</w:t>
      </w:r>
    </w:p>
    <w:p w:rsidR="00DA456E" w:rsidRDefault="00DA456E" w:rsidP="00B94027">
      <w:pPr>
        <w:jc w:val="center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>(pełna nazwa i adres Wykonawcy)</w:t>
      </w:r>
    </w:p>
    <w:p w:rsidR="00DA456E" w:rsidRPr="00B94027" w:rsidRDefault="00DA456E" w:rsidP="00B94027">
      <w:pPr>
        <w:jc w:val="center"/>
        <w:rPr>
          <w:rFonts w:ascii="Arial" w:hAnsi="Arial" w:cs="Arial"/>
          <w:sz w:val="16"/>
          <w:szCs w:val="16"/>
        </w:rPr>
      </w:pPr>
    </w:p>
    <w:p w:rsidR="00DA456E" w:rsidRPr="00B94027" w:rsidRDefault="00DA456E" w:rsidP="00F14A10">
      <w:pPr>
        <w:jc w:val="both"/>
        <w:rPr>
          <w:rFonts w:ascii="Arial" w:hAnsi="Arial" w:cs="Arial"/>
          <w:b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Będąc uczestnikiem postępowania o udzielnie zamówienia publicznego na:</w:t>
      </w:r>
    </w:p>
    <w:p w:rsidR="00DA456E" w:rsidRPr="0041633B" w:rsidRDefault="00DA456E" w:rsidP="0041633B">
      <w:pPr>
        <w:jc w:val="center"/>
        <w:rPr>
          <w:rFonts w:ascii="Arial" w:hAnsi="Arial" w:cs="Arial"/>
          <w:color w:val="000000"/>
          <w:sz w:val="20"/>
          <w:szCs w:val="20"/>
        </w:rPr>
      </w:pPr>
      <w:r w:rsidRPr="0041633B">
        <w:rPr>
          <w:rFonts w:ascii="Arial" w:hAnsi="Arial" w:cs="Arial"/>
          <w:b/>
          <w:color w:val="000000"/>
          <w:sz w:val="20"/>
          <w:szCs w:val="20"/>
        </w:rPr>
        <w:t>Termomodernizacja budynku biurowo-szkoleniowego OT NPK w Moszczenicy etap III</w:t>
      </w:r>
    </w:p>
    <w:p w:rsidR="00DA456E" w:rsidRPr="003D09F9" w:rsidRDefault="00DA456E" w:rsidP="0041633B">
      <w:pPr>
        <w:spacing w:line="276" w:lineRule="auto"/>
        <w:rPr>
          <w:rFonts w:ascii="Arial" w:hAnsi="Arial" w:cs="Arial"/>
          <w:b/>
          <w:color w:val="0000FF"/>
          <w:sz w:val="20"/>
          <w:szCs w:val="20"/>
          <w:u w:val="single"/>
        </w:rPr>
      </w:pPr>
    </w:p>
    <w:p w:rsidR="00DA456E" w:rsidRPr="00B94027" w:rsidRDefault="00DA456E" w:rsidP="008E04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oświadczam, że nie później niż na dzień składania ofert, spełniam warunki udziału w postępowaniu określone w pkt 6.1 SIWZ oraz nie podlegam wykluczeniu z postępowania z powodu niespełniania warunków, o których mowa w art. 24 ust. 1 oraz ust. 5 pkt 1 ustawy Pzp,</w:t>
      </w:r>
    </w:p>
    <w:p w:rsidR="00DA456E" w:rsidRPr="00B94027" w:rsidRDefault="00DA456E" w:rsidP="00EE5BCF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zakresie opisanym w pkt 6.1 SIWZ</w:t>
      </w:r>
      <w:r w:rsidRPr="00B94027">
        <w:rPr>
          <w:rFonts w:ascii="Arial" w:hAnsi="Arial" w:cs="Arial"/>
          <w:i/>
          <w:sz w:val="20"/>
          <w:szCs w:val="20"/>
        </w:rPr>
        <w:t xml:space="preserve"> </w:t>
      </w:r>
      <w:r w:rsidRPr="00B94027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DA456E" w:rsidRPr="00B94027" w:rsidRDefault="00DA456E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DA456E" w:rsidRPr="00B94027" w:rsidRDefault="00DA456E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A456E" w:rsidRPr="00B94027" w:rsidRDefault="00DA456E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DA456E" w:rsidRPr="00B94027" w:rsidRDefault="00DA456E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…………………………………………………………………………………………………………...</w:t>
      </w:r>
    </w:p>
    <w:p w:rsidR="00DA456E" w:rsidRPr="00B94027" w:rsidRDefault="00DA456E" w:rsidP="00EE5B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A456E" w:rsidRPr="00B94027" w:rsidRDefault="00DA456E" w:rsidP="00EE5BCF">
      <w:pPr>
        <w:spacing w:after="0" w:line="36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…………………………………………………………………………….</w:t>
      </w:r>
    </w:p>
    <w:p w:rsidR="00DA456E" w:rsidRPr="00B94027" w:rsidRDefault="00DA456E" w:rsidP="00EE5BCF">
      <w:pPr>
        <w:spacing w:after="0" w:line="36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DA456E" w:rsidRPr="00B94027" w:rsidRDefault="00DA456E" w:rsidP="00EE5BCF">
      <w:pPr>
        <w:spacing w:after="0" w:line="360" w:lineRule="auto"/>
        <w:ind w:firstLine="284"/>
        <w:jc w:val="both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>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………………………….</w:t>
      </w:r>
      <w:r w:rsidRPr="00B94027">
        <w:rPr>
          <w:rFonts w:ascii="Arial" w:hAnsi="Arial" w:cs="Arial"/>
          <w:sz w:val="16"/>
          <w:szCs w:val="16"/>
        </w:rPr>
        <w:t>………………………………</w:t>
      </w:r>
    </w:p>
    <w:p w:rsidR="00DA456E" w:rsidRDefault="00DA456E" w:rsidP="00F14A10">
      <w:pPr>
        <w:spacing w:after="0" w:line="360" w:lineRule="auto"/>
        <w:ind w:firstLine="284"/>
        <w:jc w:val="center"/>
        <w:rPr>
          <w:rFonts w:ascii="Arial" w:hAnsi="Arial" w:cs="Arial"/>
          <w:i/>
          <w:sz w:val="16"/>
          <w:szCs w:val="16"/>
        </w:rPr>
      </w:pPr>
      <w:r w:rsidRPr="00B94027">
        <w:rPr>
          <w:rFonts w:ascii="Arial" w:hAnsi="Arial" w:cs="Arial"/>
          <w:i/>
          <w:sz w:val="16"/>
          <w:szCs w:val="16"/>
        </w:rPr>
        <w:t>(wskazać podmiot i określić odpowiedni zakres dla wskazanego podmiotu)</w:t>
      </w:r>
    </w:p>
    <w:p w:rsidR="00DA456E" w:rsidRPr="00B94027" w:rsidRDefault="00DA456E" w:rsidP="00F14A10">
      <w:pPr>
        <w:spacing w:after="0" w:line="360" w:lineRule="auto"/>
        <w:ind w:firstLine="284"/>
        <w:jc w:val="center"/>
        <w:rPr>
          <w:rFonts w:ascii="Arial" w:hAnsi="Arial" w:cs="Arial"/>
          <w:i/>
          <w:sz w:val="16"/>
          <w:szCs w:val="16"/>
        </w:rPr>
      </w:pPr>
    </w:p>
    <w:p w:rsidR="00DA456E" w:rsidRPr="00B94027" w:rsidRDefault="00DA456E" w:rsidP="00263EDF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Oświadczam, że w stosunku do podmiotów wymienionych w pkt 1 nie zachodzą podstawy wykluczenia z postępowania z powodu niespełniania warunków, o których mowa w art. 24 ust. 1 oraz ust. 5 pkt 1 ustawy Pzp,</w:t>
      </w:r>
    </w:p>
    <w:p w:rsidR="00DA456E" w:rsidRPr="00B94027" w:rsidRDefault="00DA456E" w:rsidP="007D230E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B94027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DA456E" w:rsidRPr="00B94027" w:rsidRDefault="00DA456E" w:rsidP="00EE5BCF">
      <w:pPr>
        <w:spacing w:after="0" w:line="360" w:lineRule="auto"/>
        <w:ind w:firstLine="284"/>
        <w:jc w:val="both"/>
        <w:rPr>
          <w:rFonts w:ascii="Arial" w:hAnsi="Arial" w:cs="Arial"/>
          <w:i/>
          <w:sz w:val="20"/>
          <w:szCs w:val="20"/>
        </w:rPr>
      </w:pPr>
    </w:p>
    <w:p w:rsidR="00DA456E" w:rsidRPr="00B94027" w:rsidRDefault="00DA456E" w:rsidP="00EE5BCF">
      <w:pPr>
        <w:ind w:left="2832" w:firstLine="708"/>
        <w:rPr>
          <w:rFonts w:ascii="Arial" w:hAnsi="Arial" w:cs="Arial"/>
          <w:sz w:val="20"/>
          <w:szCs w:val="20"/>
        </w:rPr>
      </w:pPr>
    </w:p>
    <w:p w:rsidR="00DA456E" w:rsidRPr="00B94027" w:rsidRDefault="00DA456E" w:rsidP="00EE5BCF">
      <w:pPr>
        <w:ind w:left="2832" w:firstLine="708"/>
        <w:rPr>
          <w:rFonts w:ascii="Arial" w:hAnsi="Arial" w:cs="Arial"/>
          <w:sz w:val="20"/>
          <w:szCs w:val="20"/>
        </w:rPr>
      </w:pPr>
    </w:p>
    <w:p w:rsidR="00DA456E" w:rsidRPr="00B94027" w:rsidRDefault="00DA456E" w:rsidP="00B94027">
      <w:pPr>
        <w:spacing w:line="240" w:lineRule="auto"/>
        <w:ind w:left="2832" w:firstLine="708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20"/>
          <w:szCs w:val="20"/>
        </w:rPr>
        <w:tab/>
        <w:t xml:space="preserve">                </w:t>
      </w:r>
      <w:r w:rsidRPr="00B94027">
        <w:rPr>
          <w:rFonts w:ascii="Arial" w:hAnsi="Arial" w:cs="Arial"/>
          <w:sz w:val="16"/>
          <w:szCs w:val="16"/>
        </w:rPr>
        <w:t>…</w:t>
      </w:r>
      <w:r>
        <w:rPr>
          <w:rFonts w:ascii="Arial" w:hAnsi="Arial" w:cs="Arial"/>
          <w:sz w:val="16"/>
          <w:szCs w:val="16"/>
        </w:rPr>
        <w:t>……</w:t>
      </w:r>
      <w:r w:rsidRPr="00B94027">
        <w:rPr>
          <w:rFonts w:ascii="Arial" w:hAnsi="Arial" w:cs="Arial"/>
          <w:sz w:val="16"/>
          <w:szCs w:val="16"/>
        </w:rPr>
        <w:t>……………………………………</w:t>
      </w:r>
    </w:p>
    <w:p w:rsidR="00DA456E" w:rsidRPr="00B94027" w:rsidRDefault="00DA456E" w:rsidP="00B94027">
      <w:pPr>
        <w:spacing w:after="0" w:line="240" w:lineRule="auto"/>
        <w:ind w:left="1416" w:firstLine="708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 xml:space="preserve">                                                 </w:t>
      </w:r>
      <w:r w:rsidRPr="00B94027">
        <w:rPr>
          <w:rFonts w:ascii="Arial" w:hAnsi="Arial" w:cs="Arial"/>
          <w:sz w:val="16"/>
          <w:szCs w:val="16"/>
        </w:rPr>
        <w:tab/>
        <w:t xml:space="preserve">           (podpis/podpisy osoby/osób</w:t>
      </w:r>
    </w:p>
    <w:p w:rsidR="00DA456E" w:rsidRDefault="00DA456E" w:rsidP="00B94027">
      <w:pPr>
        <w:spacing w:after="0" w:line="240" w:lineRule="auto"/>
        <w:ind w:left="5529" w:hanging="573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 xml:space="preserve">        uprawnionych/upoważnionych </w:t>
      </w:r>
    </w:p>
    <w:p w:rsidR="00DA456E" w:rsidRPr="00B94027" w:rsidRDefault="00DA456E" w:rsidP="00B94027">
      <w:pPr>
        <w:spacing w:after="0" w:line="240" w:lineRule="auto"/>
        <w:ind w:left="5529" w:hanging="57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do</w:t>
      </w:r>
      <w:r w:rsidRPr="00B94027">
        <w:rPr>
          <w:rFonts w:ascii="Arial" w:hAnsi="Arial" w:cs="Arial"/>
          <w:sz w:val="16"/>
          <w:szCs w:val="16"/>
        </w:rPr>
        <w:t xml:space="preserve"> reprezentowania Wykonawcy)</w:t>
      </w:r>
    </w:p>
    <w:sectPr w:rsidR="00DA456E" w:rsidRPr="00B94027" w:rsidSect="00F14A10">
      <w:pgSz w:w="11906" w:h="16838"/>
      <w:pgMar w:top="360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515"/>
    <w:rsid w:val="00012CF2"/>
    <w:rsid w:val="0005390C"/>
    <w:rsid w:val="000957F2"/>
    <w:rsid w:val="000B6AA0"/>
    <w:rsid w:val="000D0FF8"/>
    <w:rsid w:val="001E54A6"/>
    <w:rsid w:val="001F3068"/>
    <w:rsid w:val="00263EDF"/>
    <w:rsid w:val="00290998"/>
    <w:rsid w:val="00297259"/>
    <w:rsid w:val="002F0708"/>
    <w:rsid w:val="002F3BFB"/>
    <w:rsid w:val="00351D3E"/>
    <w:rsid w:val="0037291B"/>
    <w:rsid w:val="00392D18"/>
    <w:rsid w:val="00392D1D"/>
    <w:rsid w:val="003D09F9"/>
    <w:rsid w:val="0041633B"/>
    <w:rsid w:val="004654AA"/>
    <w:rsid w:val="00557E08"/>
    <w:rsid w:val="005B6451"/>
    <w:rsid w:val="00634B0F"/>
    <w:rsid w:val="0068110D"/>
    <w:rsid w:val="006C4328"/>
    <w:rsid w:val="006D5241"/>
    <w:rsid w:val="00715CD9"/>
    <w:rsid w:val="007550C2"/>
    <w:rsid w:val="007619D5"/>
    <w:rsid w:val="007D230E"/>
    <w:rsid w:val="00802164"/>
    <w:rsid w:val="00834330"/>
    <w:rsid w:val="008E0492"/>
    <w:rsid w:val="008E6B6E"/>
    <w:rsid w:val="008E7E96"/>
    <w:rsid w:val="0099331E"/>
    <w:rsid w:val="009E6A6D"/>
    <w:rsid w:val="009E7578"/>
    <w:rsid w:val="009F6A80"/>
    <w:rsid w:val="00A22DCF"/>
    <w:rsid w:val="00A64AA2"/>
    <w:rsid w:val="00A77515"/>
    <w:rsid w:val="00AB080D"/>
    <w:rsid w:val="00B94027"/>
    <w:rsid w:val="00BA2A61"/>
    <w:rsid w:val="00BB62F5"/>
    <w:rsid w:val="00C10F1E"/>
    <w:rsid w:val="00C300BF"/>
    <w:rsid w:val="00C30A3F"/>
    <w:rsid w:val="00C36BFE"/>
    <w:rsid w:val="00D62448"/>
    <w:rsid w:val="00DA456E"/>
    <w:rsid w:val="00E5413D"/>
    <w:rsid w:val="00E5565C"/>
    <w:rsid w:val="00E938C3"/>
    <w:rsid w:val="00EE5BCF"/>
    <w:rsid w:val="00F14A10"/>
    <w:rsid w:val="00F35A1F"/>
    <w:rsid w:val="00FD7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8C3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35A1F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35A1F"/>
    <w:rPr>
      <w:rFonts w:ascii="Calibri Light" w:hAnsi="Calibri Light" w:cs="Times New Roman"/>
      <w:color w:val="2E74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6D5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524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B645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B6451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E5BCF"/>
    <w:pPr>
      <w:ind w:left="720"/>
      <w:contextualSpacing/>
    </w:pPr>
  </w:style>
  <w:style w:type="character" w:customStyle="1" w:styleId="ZnakZnak10">
    <w:name w:val="Znak Znak10"/>
    <w:uiPriority w:val="99"/>
    <w:rsid w:val="00F14A10"/>
    <w:rPr>
      <w:sz w:val="24"/>
      <w:lang w:eastAsia="en-US"/>
    </w:rPr>
  </w:style>
  <w:style w:type="paragraph" w:styleId="BodyText3">
    <w:name w:val="Body Text 3"/>
    <w:basedOn w:val="Normal"/>
    <w:link w:val="BodyText3Char1"/>
    <w:uiPriority w:val="99"/>
    <w:rsid w:val="00F14A10"/>
    <w:pPr>
      <w:spacing w:before="120" w:after="0" w:line="240" w:lineRule="auto"/>
      <w:jc w:val="both"/>
    </w:pPr>
    <w:rPr>
      <w:i/>
      <w:sz w:val="24"/>
      <w:szCs w:val="20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F6A80"/>
    <w:rPr>
      <w:rFonts w:cs="Times New Roman"/>
      <w:sz w:val="16"/>
      <w:szCs w:val="16"/>
      <w:lang w:eastAsia="en-US"/>
    </w:rPr>
  </w:style>
  <w:style w:type="character" w:customStyle="1" w:styleId="BodyText3Char1">
    <w:name w:val="Body Text 3 Char1"/>
    <w:link w:val="BodyText3"/>
    <w:uiPriority w:val="99"/>
    <w:locked/>
    <w:rsid w:val="00F14A10"/>
    <w:rPr>
      <w:i/>
      <w:sz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77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1</Pages>
  <Words>274</Words>
  <Characters>1645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Marta</dc:creator>
  <cp:keywords/>
  <dc:description/>
  <cp:lastModifiedBy>ZPKWL</cp:lastModifiedBy>
  <cp:revision>18</cp:revision>
  <cp:lastPrinted>2016-12-21T13:50:00Z</cp:lastPrinted>
  <dcterms:created xsi:type="dcterms:W3CDTF">2016-09-02T09:05:00Z</dcterms:created>
  <dcterms:modified xsi:type="dcterms:W3CDTF">2017-03-30T07:59:00Z</dcterms:modified>
</cp:coreProperties>
</file>